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5E" w:rsidRPr="0064514C" w:rsidRDefault="0047185E" w:rsidP="0047185E">
      <w:pPr>
        <w:jc w:val="center"/>
        <w:rPr>
          <w:b/>
          <w:sz w:val="28"/>
          <w:szCs w:val="28"/>
        </w:rPr>
      </w:pPr>
      <w:r w:rsidRPr="0064514C">
        <w:rPr>
          <w:b/>
          <w:sz w:val="28"/>
          <w:szCs w:val="28"/>
        </w:rPr>
        <w:t xml:space="preserve">Izjava </w:t>
      </w:r>
      <w:r w:rsidR="00C765CD">
        <w:rPr>
          <w:b/>
          <w:sz w:val="28"/>
          <w:szCs w:val="28"/>
        </w:rPr>
        <w:t>projektnega partnerja o uveljavljanju</w:t>
      </w:r>
      <w:r w:rsidRPr="0064514C">
        <w:rPr>
          <w:b/>
          <w:sz w:val="28"/>
          <w:szCs w:val="28"/>
        </w:rPr>
        <w:t xml:space="preserve"> </w:t>
      </w:r>
      <w:r w:rsidR="003862E0" w:rsidRPr="0064514C">
        <w:rPr>
          <w:b/>
          <w:sz w:val="28"/>
          <w:szCs w:val="28"/>
        </w:rPr>
        <w:t xml:space="preserve">odstotka </w:t>
      </w:r>
      <w:r w:rsidRPr="0064514C">
        <w:rPr>
          <w:b/>
          <w:sz w:val="28"/>
          <w:szCs w:val="28"/>
        </w:rPr>
        <w:t xml:space="preserve">dela </w:t>
      </w:r>
      <w:proofErr w:type="spellStart"/>
      <w:r w:rsidRPr="0064514C">
        <w:rPr>
          <w:b/>
          <w:sz w:val="28"/>
          <w:szCs w:val="28"/>
        </w:rPr>
        <w:t>poslovodeče</w:t>
      </w:r>
      <w:proofErr w:type="spellEnd"/>
      <w:r w:rsidRPr="0064514C">
        <w:rPr>
          <w:b/>
          <w:sz w:val="28"/>
          <w:szCs w:val="28"/>
        </w:rPr>
        <w:t xml:space="preserve"> osebe na projektu</w:t>
      </w:r>
    </w:p>
    <w:p w:rsidR="0047185E" w:rsidRDefault="0047185E" w:rsidP="0047185E"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47185E" w:rsidRPr="0064514C" w:rsidRDefault="0047185E" w:rsidP="000A58F8">
      <w:pPr>
        <w:jc w:val="both"/>
        <w:rPr>
          <w:sz w:val="20"/>
          <w:szCs w:val="20"/>
        </w:rPr>
      </w:pPr>
      <w:r w:rsidRPr="0064514C">
        <w:rPr>
          <w:sz w:val="20"/>
          <w:szCs w:val="20"/>
        </w:rPr>
        <w:t>S podpisom</w:t>
      </w:r>
      <w:r w:rsidR="00C765CD">
        <w:rPr>
          <w:sz w:val="20"/>
          <w:szCs w:val="20"/>
        </w:rPr>
        <w:t xml:space="preserve"> te</w:t>
      </w:r>
      <w:r w:rsidRPr="0064514C">
        <w:rPr>
          <w:sz w:val="20"/>
          <w:szCs w:val="20"/>
        </w:rPr>
        <w:t xml:space="preserve"> izjave potrjujemo, da podatki in dokumenti v tem poročilu ter vseh njegovih prilogah dajejo natančen opis izvajanja pro</w:t>
      </w:r>
      <w:r w:rsidR="000D26F6">
        <w:rPr>
          <w:sz w:val="20"/>
          <w:szCs w:val="20"/>
        </w:rPr>
        <w:t xml:space="preserve">jektnih aktivnosti in </w:t>
      </w:r>
      <w:r w:rsidR="00E20172" w:rsidRPr="001129A3">
        <w:rPr>
          <w:sz w:val="20"/>
          <w:szCs w:val="20"/>
        </w:rPr>
        <w:t>odražajo realen</w:t>
      </w:r>
      <w:r w:rsidR="0025422E" w:rsidRPr="001129A3">
        <w:rPr>
          <w:sz w:val="20"/>
          <w:szCs w:val="20"/>
        </w:rPr>
        <w:t xml:space="preserve"> odstotek dela</w:t>
      </w:r>
      <w:r w:rsidR="006432E0" w:rsidRPr="001129A3">
        <w:rPr>
          <w:sz w:val="20"/>
          <w:szCs w:val="20"/>
        </w:rPr>
        <w:t xml:space="preserve"> </w:t>
      </w:r>
      <w:proofErr w:type="spellStart"/>
      <w:r w:rsidRPr="001129A3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</w:t>
      </w:r>
      <w:r w:rsidR="002A7450" w:rsidRPr="0064514C">
        <w:rPr>
          <w:sz w:val="20"/>
          <w:szCs w:val="20"/>
        </w:rPr>
        <w:t>be na projektu {</w:t>
      </w:r>
      <w:r w:rsidR="002A7450" w:rsidRPr="0064514C">
        <w:rPr>
          <w:b/>
          <w:i/>
          <w:sz w:val="20"/>
          <w:szCs w:val="20"/>
          <w:u w:val="single"/>
        </w:rPr>
        <w:t>navede se projekt na katerem se uveljavljajo izdatki</w:t>
      </w:r>
      <w:r w:rsidR="002A7450" w:rsidRPr="0064514C">
        <w:rPr>
          <w:sz w:val="20"/>
          <w:szCs w:val="20"/>
        </w:rPr>
        <w:t>}</w:t>
      </w:r>
      <w:r w:rsidRPr="0064514C">
        <w:rPr>
          <w:sz w:val="20"/>
          <w:szCs w:val="20"/>
        </w:rPr>
        <w:t>.</w:t>
      </w:r>
    </w:p>
    <w:p w:rsidR="0047185E" w:rsidRPr="0064514C" w:rsidRDefault="0047185E" w:rsidP="0047185E">
      <w:pPr>
        <w:rPr>
          <w:sz w:val="20"/>
          <w:szCs w:val="20"/>
        </w:rPr>
      </w:pPr>
    </w:p>
    <w:p w:rsidR="0047185E" w:rsidRPr="0064514C" w:rsidRDefault="0047185E" w:rsidP="0047185E">
      <w:pPr>
        <w:rPr>
          <w:sz w:val="20"/>
          <w:szCs w:val="20"/>
        </w:rPr>
      </w:pPr>
      <w:r w:rsidRPr="0064514C">
        <w:rPr>
          <w:sz w:val="20"/>
          <w:szCs w:val="20"/>
        </w:rPr>
        <w:t>Nadalje izjavljamo, da: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</w:p>
    <w:p w:rsidR="0047185E" w:rsidRPr="0064514C" w:rsidRDefault="0047185E" w:rsidP="004143ED">
      <w:pPr>
        <w:numPr>
          <w:ilvl w:val="0"/>
          <w:numId w:val="21"/>
        </w:numPr>
        <w:spacing w:after="120"/>
        <w:ind w:left="714" w:hanging="357"/>
        <w:jc w:val="both"/>
        <w:rPr>
          <w:sz w:val="20"/>
          <w:szCs w:val="20"/>
        </w:rPr>
      </w:pPr>
      <w:r w:rsidRPr="0064514C">
        <w:rPr>
          <w:sz w:val="20"/>
          <w:szCs w:val="20"/>
        </w:rPr>
        <w:t>so bile vse aktivnosti izvedene v skladu s sklenjeno pogodbo o sofinanciranju med vodilnim partn</w:t>
      </w:r>
      <w:r w:rsidR="003E2EEC" w:rsidRPr="0064514C">
        <w:rPr>
          <w:sz w:val="20"/>
          <w:szCs w:val="20"/>
        </w:rPr>
        <w:t>erjem in organom upravljanja ali</w:t>
      </w:r>
      <w:r w:rsidRPr="0064514C">
        <w:rPr>
          <w:sz w:val="20"/>
          <w:szCs w:val="20"/>
        </w:rPr>
        <w:t xml:space="preserve"> v skladu s sklenjenim sporazumom o partnerstvu med vodilnim partnerjem in partnerji,</w:t>
      </w:r>
    </w:p>
    <w:p w:rsidR="0047185E" w:rsidRPr="0064514C" w:rsidRDefault="0047185E" w:rsidP="004143ED">
      <w:pPr>
        <w:numPr>
          <w:ilvl w:val="0"/>
          <w:numId w:val="21"/>
        </w:numPr>
        <w:spacing w:after="120"/>
        <w:ind w:left="714" w:hanging="357"/>
        <w:jc w:val="both"/>
        <w:rPr>
          <w:sz w:val="20"/>
          <w:szCs w:val="20"/>
        </w:rPr>
      </w:pPr>
      <w:r w:rsidRPr="0064514C">
        <w:rPr>
          <w:sz w:val="20"/>
          <w:szCs w:val="20"/>
        </w:rPr>
        <w:t xml:space="preserve">za izdatke za delo </w:t>
      </w:r>
      <w:proofErr w:type="spellStart"/>
      <w:r w:rsidRPr="0064514C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osebe na projektu, ki so predmet sofinanciranja, nismo prejeli drugih sredstev iz evropskih </w:t>
      </w:r>
      <w:r w:rsidR="00C765CD">
        <w:rPr>
          <w:sz w:val="20"/>
          <w:szCs w:val="20"/>
        </w:rPr>
        <w:t>ali</w:t>
      </w:r>
      <w:r w:rsidR="00C765CD" w:rsidRPr="0064514C">
        <w:rPr>
          <w:sz w:val="20"/>
          <w:szCs w:val="20"/>
        </w:rPr>
        <w:t xml:space="preserve"> </w:t>
      </w:r>
      <w:r w:rsidRPr="0064514C">
        <w:rPr>
          <w:sz w:val="20"/>
          <w:szCs w:val="20"/>
        </w:rPr>
        <w:t>nacionalnih javnih virov,</w:t>
      </w:r>
    </w:p>
    <w:p w:rsidR="0047185E" w:rsidRPr="0064514C" w:rsidRDefault="0047185E" w:rsidP="003862E0">
      <w:pPr>
        <w:numPr>
          <w:ilvl w:val="0"/>
          <w:numId w:val="21"/>
        </w:numPr>
        <w:spacing w:after="120"/>
        <w:ind w:left="714" w:hanging="357"/>
        <w:jc w:val="both"/>
        <w:rPr>
          <w:sz w:val="20"/>
          <w:szCs w:val="20"/>
        </w:rPr>
      </w:pPr>
      <w:r w:rsidRPr="0064514C">
        <w:rPr>
          <w:sz w:val="20"/>
          <w:szCs w:val="20"/>
        </w:rPr>
        <w:t xml:space="preserve">so vsi izdatki za </w:t>
      </w:r>
      <w:proofErr w:type="spellStart"/>
      <w:r w:rsidRPr="0064514C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osebe na projektu, ki izhajajo iz priloženih dokumentov dejansko nastali in bili plačani.</w:t>
      </w:r>
    </w:p>
    <w:p w:rsidR="000A58F8" w:rsidRPr="0064514C" w:rsidRDefault="000A58F8" w:rsidP="003D2E6E">
      <w:pPr>
        <w:spacing w:after="0" w:line="240" w:lineRule="auto"/>
        <w:rPr>
          <w:sz w:val="20"/>
          <w:szCs w:val="20"/>
        </w:rPr>
      </w:pPr>
    </w:p>
    <w:p w:rsidR="003D2E6E" w:rsidRPr="0064514C" w:rsidRDefault="003D2E6E" w:rsidP="003D2E6E">
      <w:pPr>
        <w:spacing w:after="0" w:line="240" w:lineRule="auto"/>
        <w:rPr>
          <w:sz w:val="20"/>
          <w:szCs w:val="20"/>
        </w:rPr>
      </w:pPr>
    </w:p>
    <w:p w:rsidR="0047185E" w:rsidRPr="0064514C" w:rsidRDefault="00881CB5" w:rsidP="000A58F8">
      <w:pPr>
        <w:jc w:val="both"/>
        <w:rPr>
          <w:sz w:val="20"/>
          <w:szCs w:val="20"/>
        </w:rPr>
      </w:pPr>
      <w:r>
        <w:rPr>
          <w:sz w:val="20"/>
          <w:szCs w:val="20"/>
        </w:rPr>
        <w:t>Seznanjeni smo</w:t>
      </w:r>
      <w:r w:rsidR="0047185E" w:rsidRPr="0064514C">
        <w:rPr>
          <w:sz w:val="20"/>
          <w:szCs w:val="20"/>
        </w:rPr>
        <w:t>, da je</w:t>
      </w:r>
      <w:r w:rsidR="00C765CD">
        <w:rPr>
          <w:sz w:val="20"/>
          <w:szCs w:val="20"/>
        </w:rPr>
        <w:t xml:space="preserve"> navedba in</w:t>
      </w:r>
      <w:r w:rsidR="0047185E" w:rsidRPr="0064514C">
        <w:rPr>
          <w:sz w:val="20"/>
          <w:szCs w:val="20"/>
        </w:rPr>
        <w:t xml:space="preserve"> predložitev neresničnih podatkov za del</w:t>
      </w:r>
      <w:r w:rsidR="009C408C">
        <w:rPr>
          <w:sz w:val="20"/>
          <w:szCs w:val="20"/>
        </w:rPr>
        <w:t xml:space="preserve">o </w:t>
      </w:r>
      <w:proofErr w:type="spellStart"/>
      <w:r w:rsidR="009C408C">
        <w:rPr>
          <w:sz w:val="20"/>
          <w:szCs w:val="20"/>
        </w:rPr>
        <w:t>poslovodeče</w:t>
      </w:r>
      <w:proofErr w:type="spellEnd"/>
      <w:r w:rsidR="009C408C">
        <w:rPr>
          <w:sz w:val="20"/>
          <w:szCs w:val="20"/>
        </w:rPr>
        <w:t xml:space="preserve"> osebe na Izjavi ter</w:t>
      </w:r>
      <w:r w:rsidR="00A81479">
        <w:rPr>
          <w:sz w:val="20"/>
          <w:szCs w:val="20"/>
        </w:rPr>
        <w:t xml:space="preserve"> prilogi</w:t>
      </w:r>
      <w:r w:rsidR="00EF5580">
        <w:rPr>
          <w:sz w:val="20"/>
          <w:szCs w:val="20"/>
        </w:rPr>
        <w:t xml:space="preserve"> »Seznam vseh projektov na katerih sodelujemo kot organizacija oz. (vodilni) partner«</w:t>
      </w:r>
      <w:r w:rsidR="00A81479">
        <w:rPr>
          <w:sz w:val="20"/>
          <w:szCs w:val="20"/>
        </w:rPr>
        <w:t xml:space="preserve"> k Izjavi</w:t>
      </w:r>
      <w:r w:rsidR="009C408C">
        <w:rPr>
          <w:sz w:val="20"/>
          <w:szCs w:val="20"/>
        </w:rPr>
        <w:t xml:space="preserve"> in</w:t>
      </w:r>
      <w:r w:rsidR="0047185E" w:rsidRPr="0064514C">
        <w:rPr>
          <w:sz w:val="20"/>
          <w:szCs w:val="20"/>
        </w:rPr>
        <w:t xml:space="preserve"> posledično v partnerjevem poročilu o napredku projekta potencialna nepravilnost in/ali prevara, ki je lahko kaznivo dejanje in se v skladu s tem tudi preganja.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</w:r>
      <w:r w:rsidR="004143ED" w:rsidRPr="0064514C">
        <w:rPr>
          <w:sz w:val="20"/>
          <w:szCs w:val="20"/>
        </w:rPr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 xml:space="preserve">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</w:p>
    <w:p w:rsidR="0047185E" w:rsidRPr="0064514C" w:rsidRDefault="0047185E" w:rsidP="0047185E">
      <w:pPr>
        <w:rPr>
          <w:sz w:val="20"/>
          <w:szCs w:val="20"/>
        </w:rPr>
      </w:pPr>
      <w:r w:rsidRPr="0064514C">
        <w:rPr>
          <w:sz w:val="20"/>
          <w:szCs w:val="20"/>
        </w:rPr>
        <w:t xml:space="preserve">Naziv </w:t>
      </w:r>
      <w:r w:rsidR="0064514C" w:rsidRPr="0064514C">
        <w:rPr>
          <w:sz w:val="20"/>
          <w:szCs w:val="20"/>
        </w:rPr>
        <w:t>organizacije</w:t>
      </w:r>
      <w:r w:rsidRPr="0064514C">
        <w:rPr>
          <w:sz w:val="20"/>
          <w:szCs w:val="20"/>
        </w:rPr>
        <w:t xml:space="preserve"> projektnega partnerja:</w:t>
      </w:r>
    </w:p>
    <w:p w:rsidR="00582BB4" w:rsidRPr="0064514C" w:rsidRDefault="00582BB4" w:rsidP="00582BB4">
      <w:pPr>
        <w:spacing w:line="240" w:lineRule="auto"/>
        <w:rPr>
          <w:sz w:val="20"/>
          <w:szCs w:val="20"/>
        </w:rPr>
      </w:pPr>
    </w:p>
    <w:p w:rsidR="00582BB4" w:rsidRPr="0064514C" w:rsidRDefault="0047185E" w:rsidP="0047185E">
      <w:pPr>
        <w:rPr>
          <w:sz w:val="20"/>
          <w:szCs w:val="20"/>
        </w:rPr>
      </w:pPr>
      <w:r w:rsidRPr="0064514C">
        <w:rPr>
          <w:sz w:val="20"/>
          <w:szCs w:val="20"/>
        </w:rPr>
        <w:t xml:space="preserve">Ime in priimek </w:t>
      </w:r>
      <w:proofErr w:type="spellStart"/>
      <w:r w:rsidRPr="0064514C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osebe:</w:t>
      </w:r>
      <w:r w:rsidRPr="0064514C">
        <w:rPr>
          <w:sz w:val="20"/>
          <w:szCs w:val="20"/>
        </w:rPr>
        <w:tab/>
        <w:t xml:space="preserve"> </w:t>
      </w:r>
    </w:p>
    <w:p w:rsidR="0047185E" w:rsidRPr="0064514C" w:rsidRDefault="00582BB4" w:rsidP="00582BB4">
      <w:pPr>
        <w:spacing w:line="240" w:lineRule="auto"/>
        <w:rPr>
          <w:sz w:val="20"/>
          <w:szCs w:val="20"/>
        </w:rPr>
      </w:pP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</w:p>
    <w:p w:rsidR="00582BB4" w:rsidRPr="0064514C" w:rsidRDefault="0047185E" w:rsidP="00582BB4">
      <w:pPr>
        <w:rPr>
          <w:sz w:val="20"/>
          <w:szCs w:val="20"/>
        </w:rPr>
      </w:pPr>
      <w:r w:rsidRPr="0064514C">
        <w:rPr>
          <w:sz w:val="20"/>
          <w:szCs w:val="20"/>
        </w:rPr>
        <w:t xml:space="preserve">Podpis </w:t>
      </w:r>
      <w:proofErr w:type="spellStart"/>
      <w:r w:rsidRPr="0064514C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osebe:</w:t>
      </w:r>
    </w:p>
    <w:p w:rsidR="00582BB4" w:rsidRPr="0064514C" w:rsidRDefault="0047185E" w:rsidP="00582BB4">
      <w:pPr>
        <w:rPr>
          <w:sz w:val="20"/>
          <w:szCs w:val="20"/>
        </w:rPr>
      </w:pPr>
      <w:r w:rsidRPr="0064514C">
        <w:rPr>
          <w:sz w:val="20"/>
          <w:szCs w:val="20"/>
        </w:rPr>
        <w:tab/>
      </w:r>
    </w:p>
    <w:p w:rsidR="00582BB4" w:rsidRPr="0064514C" w:rsidRDefault="00582BB4" w:rsidP="00582BB4">
      <w:pPr>
        <w:rPr>
          <w:sz w:val="20"/>
          <w:szCs w:val="20"/>
        </w:rPr>
      </w:pPr>
      <w:r w:rsidRPr="0064514C">
        <w:rPr>
          <w:sz w:val="20"/>
          <w:szCs w:val="20"/>
        </w:rPr>
        <w:t xml:space="preserve">Kraj in datum: </w:t>
      </w:r>
    </w:p>
    <w:p w:rsidR="0047185E" w:rsidRPr="0064514C" w:rsidRDefault="0047185E" w:rsidP="0047185E">
      <w:pPr>
        <w:rPr>
          <w:sz w:val="20"/>
          <w:szCs w:val="20"/>
        </w:rPr>
      </w:pPr>
      <w:r w:rsidRPr="0064514C">
        <w:rPr>
          <w:sz w:val="20"/>
          <w:szCs w:val="20"/>
        </w:rPr>
        <w:tab/>
      </w:r>
      <w:r w:rsidRPr="0064514C">
        <w:rPr>
          <w:sz w:val="20"/>
          <w:szCs w:val="20"/>
        </w:rPr>
        <w:tab/>
      </w:r>
      <w:r w:rsidRPr="0064514C">
        <w:rPr>
          <w:sz w:val="20"/>
          <w:szCs w:val="20"/>
        </w:rPr>
        <w:tab/>
      </w:r>
      <w:r w:rsidRPr="0064514C">
        <w:rPr>
          <w:sz w:val="20"/>
          <w:szCs w:val="20"/>
        </w:rPr>
        <w:tab/>
      </w:r>
      <w:r w:rsidRPr="0064514C">
        <w:rPr>
          <w:sz w:val="20"/>
          <w:szCs w:val="20"/>
        </w:rPr>
        <w:tab/>
      </w:r>
      <w:r w:rsidR="00A16C49" w:rsidRPr="0064514C">
        <w:rPr>
          <w:sz w:val="20"/>
          <w:szCs w:val="20"/>
        </w:rPr>
        <w:tab/>
      </w:r>
      <w:r w:rsidR="00A16C49" w:rsidRPr="0064514C">
        <w:rPr>
          <w:sz w:val="20"/>
          <w:szCs w:val="20"/>
        </w:rPr>
        <w:tab/>
      </w:r>
      <w:r w:rsidR="00A16C49" w:rsidRPr="0064514C">
        <w:rPr>
          <w:sz w:val="20"/>
          <w:szCs w:val="20"/>
        </w:rPr>
        <w:tab/>
      </w:r>
      <w:r w:rsidR="00D44547" w:rsidRPr="0064514C">
        <w:rPr>
          <w:sz w:val="20"/>
          <w:szCs w:val="20"/>
        </w:rPr>
        <w:t xml:space="preserve">                    </w:t>
      </w:r>
      <w:r w:rsidRPr="0064514C">
        <w:rPr>
          <w:sz w:val="20"/>
          <w:szCs w:val="20"/>
        </w:rPr>
        <w:t xml:space="preserve">Žig </w:t>
      </w:r>
      <w:r w:rsidR="00A16C49" w:rsidRPr="0064514C">
        <w:rPr>
          <w:sz w:val="20"/>
          <w:szCs w:val="20"/>
        </w:rPr>
        <w:t>organizacije</w:t>
      </w:r>
    </w:p>
    <w:p w:rsidR="00E96381" w:rsidRPr="0064514C" w:rsidRDefault="0047185E" w:rsidP="003862E0">
      <w:pPr>
        <w:ind w:left="5040"/>
        <w:rPr>
          <w:sz w:val="20"/>
          <w:szCs w:val="20"/>
        </w:rPr>
      </w:pPr>
      <w:r w:rsidRPr="0064514C">
        <w:rPr>
          <w:sz w:val="20"/>
          <w:szCs w:val="20"/>
        </w:rPr>
        <w:t xml:space="preserve">  </w:t>
      </w:r>
      <w:r w:rsidR="004143ED" w:rsidRPr="0064514C">
        <w:rPr>
          <w:sz w:val="20"/>
          <w:szCs w:val="20"/>
        </w:rPr>
        <w:t xml:space="preserve">   </w:t>
      </w:r>
      <w:r w:rsidR="00582BB4" w:rsidRPr="0064514C">
        <w:rPr>
          <w:sz w:val="20"/>
          <w:szCs w:val="20"/>
        </w:rPr>
        <w:t xml:space="preserve"> </w:t>
      </w:r>
      <w:r w:rsidR="004143ED" w:rsidRPr="0064514C">
        <w:rPr>
          <w:sz w:val="20"/>
          <w:szCs w:val="20"/>
        </w:rPr>
        <w:t xml:space="preserve">  </w:t>
      </w:r>
      <w:r w:rsidR="00A16C49" w:rsidRPr="0064514C">
        <w:rPr>
          <w:sz w:val="20"/>
          <w:szCs w:val="20"/>
        </w:rPr>
        <w:t xml:space="preserve">     </w:t>
      </w:r>
      <w:r w:rsidR="00D44547" w:rsidRPr="0064514C">
        <w:rPr>
          <w:sz w:val="20"/>
          <w:szCs w:val="20"/>
        </w:rPr>
        <w:t xml:space="preserve">                     </w:t>
      </w:r>
      <w:bookmarkStart w:id="0" w:name="_GoBack"/>
      <w:bookmarkEnd w:id="0"/>
      <w:r w:rsidR="00A16C49" w:rsidRPr="0064514C">
        <w:rPr>
          <w:sz w:val="20"/>
          <w:szCs w:val="20"/>
        </w:rPr>
        <w:t xml:space="preserve">(če </w:t>
      </w:r>
      <w:r w:rsidRPr="0064514C">
        <w:rPr>
          <w:sz w:val="20"/>
          <w:szCs w:val="20"/>
        </w:rPr>
        <w:t>posluje</w:t>
      </w:r>
      <w:r w:rsidR="00A16C49" w:rsidRPr="0064514C">
        <w:rPr>
          <w:sz w:val="20"/>
          <w:szCs w:val="20"/>
        </w:rPr>
        <w:t xml:space="preserve"> z žigom</w:t>
      </w:r>
      <w:r w:rsidRPr="0064514C">
        <w:rPr>
          <w:sz w:val="20"/>
          <w:szCs w:val="20"/>
        </w:rPr>
        <w:t>)</w:t>
      </w:r>
    </w:p>
    <w:sectPr w:rsidR="00E96381" w:rsidRPr="0064514C" w:rsidSect="00E96381">
      <w:headerReference w:type="default" r:id="rId8"/>
      <w:footerReference w:type="even" r:id="rId9"/>
      <w:footerReference w:type="default" r:id="rId10"/>
      <w:pgSz w:w="11900" w:h="16840"/>
      <w:pgMar w:top="25" w:right="1417" w:bottom="1417" w:left="1417" w:header="709" w:footer="55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1E1" w:rsidRDefault="002551E1">
      <w:r>
        <w:separator/>
      </w:r>
    </w:p>
  </w:endnote>
  <w:endnote w:type="continuationSeparator" w:id="0">
    <w:p w:rsidR="002551E1" w:rsidRDefault="0025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CE2" w:rsidRDefault="00E34CE2" w:rsidP="00256A7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E34CE2" w:rsidRDefault="00E34CE2" w:rsidP="00256A77">
    <w:pPr>
      <w:pStyle w:val="Nog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CE2" w:rsidRPr="00256A77" w:rsidRDefault="00E34CE2" w:rsidP="00E54F28">
    <w:pPr>
      <w:pStyle w:val="Noga"/>
      <w:framePr w:wrap="around" w:vAnchor="text" w:hAnchor="margin" w:xAlign="right" w:y="1"/>
      <w:rPr>
        <w:rStyle w:val="tevilkastrani"/>
        <w:rFonts w:ascii="Trebuchet MS" w:hAnsi="Trebuchet MS"/>
        <w:sz w:val="18"/>
        <w:szCs w:val="18"/>
      </w:rPr>
    </w:pPr>
  </w:p>
  <w:p w:rsidR="00E34CE2" w:rsidRDefault="00E34CE2" w:rsidP="00F03A59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1E1" w:rsidRDefault="002551E1">
      <w:r>
        <w:separator/>
      </w:r>
    </w:p>
  </w:footnote>
  <w:footnote w:type="continuationSeparator" w:id="0">
    <w:p w:rsidR="002551E1" w:rsidRDefault="00255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CE2" w:rsidRDefault="00E34CE2" w:rsidP="00BD56AD">
    <w:pPr>
      <w:pStyle w:val="Glava"/>
      <w:tabs>
        <w:tab w:val="left" w:pos="7371"/>
      </w:tabs>
    </w:pPr>
  </w:p>
  <w:p w:rsidR="00E34CE2" w:rsidRDefault="00E34CE2" w:rsidP="00BD56AD">
    <w:pPr>
      <w:pStyle w:val="Glava"/>
      <w:tabs>
        <w:tab w:val="left" w:pos="7371"/>
      </w:tabs>
    </w:pPr>
  </w:p>
  <w:p w:rsidR="00E34CE2" w:rsidRDefault="0074267F" w:rsidP="00BD56AD">
    <w:pPr>
      <w:pStyle w:val="Glava"/>
      <w:tabs>
        <w:tab w:val="left" w:pos="7371"/>
      </w:tabs>
      <w:rPr>
        <w:noProof/>
        <w:lang w:eastAsia="sl-SI"/>
      </w:rPr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352425</wp:posOffset>
              </wp:positionH>
              <wp:positionV relativeFrom="paragraph">
                <wp:posOffset>465455</wp:posOffset>
              </wp:positionV>
              <wp:extent cx="3886200" cy="22479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4CE2" w:rsidRPr="001057B2" w:rsidRDefault="00E34CE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Kotnikova 5</w:t>
                          </w:r>
                          <w:r w:rsidRPr="001057B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, 1000 Ljubljana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27.75pt;margin-top:36.65pt;width:306pt;height:17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Dkh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" filled="f" stroked="f">
              <v:textbox>
                <w:txbxContent>
                  <w:p w:rsidR="00E34CE2" w:rsidRPr="001057B2" w:rsidRDefault="00E34CE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Kotnikova 5</w:t>
                    </w:r>
                    <w:r w:rsidRPr="001057B2">
                      <w:rPr>
                        <w:rFonts w:ascii="Arial" w:hAnsi="Arial" w:cs="Arial"/>
                        <w:sz w:val="16"/>
                        <w:szCs w:val="16"/>
                      </w:rPr>
                      <w:t>, 1000 Ljubljana</w:t>
                    </w:r>
                  </w:p>
                </w:txbxContent>
              </v:textbox>
            </v:shape>
          </w:pict>
        </mc:Fallback>
      </mc:AlternateContent>
    </w:r>
    <w:r w:rsidRPr="007623C1">
      <w:rPr>
        <w:rFonts w:ascii="Trebuchet MS" w:hAnsi="Trebuchet MS"/>
        <w:noProof/>
        <w:sz w:val="18"/>
        <w:szCs w:val="18"/>
        <w:lang w:eastAsia="sl-SI"/>
      </w:rPr>
      <w:drawing>
        <wp:inline distT="0" distB="0" distL="0" distR="0">
          <wp:extent cx="3314065" cy="461010"/>
          <wp:effectExtent l="0" t="0" r="0" b="0"/>
          <wp:docPr id="1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06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4CE2">
      <w:rPr>
        <w:noProof/>
        <w:lang w:eastAsia="sl-SI"/>
      </w:rPr>
      <w:t xml:space="preserve">                              </w:t>
    </w:r>
  </w:p>
  <w:p w:rsidR="00E34CE2" w:rsidRDefault="00E34CE2" w:rsidP="00BD56AD">
    <w:pPr>
      <w:pStyle w:val="Glava"/>
      <w:tabs>
        <w:tab w:val="left" w:pos="7371"/>
      </w:tabs>
    </w:pPr>
  </w:p>
  <w:p w:rsidR="00E34CE2" w:rsidRDefault="00E34CE2" w:rsidP="00BD56AD">
    <w:pPr>
      <w:pStyle w:val="Glava"/>
      <w:tabs>
        <w:tab w:val="left" w:pos="7371"/>
      </w:tabs>
    </w:pPr>
  </w:p>
  <w:p w:rsidR="00E34CE2" w:rsidRDefault="00E34C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14481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B4484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F3AE3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712E8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D1CDF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F1746E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AC8CE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BCEB3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7C0E7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080C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D76F2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A44872"/>
    <w:multiLevelType w:val="hybridMultilevel"/>
    <w:tmpl w:val="0756EC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245AA2"/>
    <w:multiLevelType w:val="hybridMultilevel"/>
    <w:tmpl w:val="78DAA518"/>
    <w:lvl w:ilvl="0" w:tplc="FCF03A6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9F73A3"/>
    <w:multiLevelType w:val="hybridMultilevel"/>
    <w:tmpl w:val="FFDEB342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176EFB"/>
    <w:multiLevelType w:val="hybridMultilevel"/>
    <w:tmpl w:val="903E12C6"/>
    <w:lvl w:ilvl="0" w:tplc="C0FAF1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3D10F92"/>
    <w:multiLevelType w:val="hybridMultilevel"/>
    <w:tmpl w:val="332C7362"/>
    <w:lvl w:ilvl="0" w:tplc="D1949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6B310A"/>
    <w:multiLevelType w:val="hybridMultilevel"/>
    <w:tmpl w:val="3604C69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440BDB"/>
    <w:multiLevelType w:val="hybridMultilevel"/>
    <w:tmpl w:val="1AF0C88E"/>
    <w:lvl w:ilvl="0" w:tplc="35205804">
      <w:start w:val="422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CC6DA7"/>
    <w:multiLevelType w:val="hybridMultilevel"/>
    <w:tmpl w:val="CF58FF70"/>
    <w:lvl w:ilvl="0" w:tplc="35205804">
      <w:start w:val="422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0A0D47"/>
    <w:multiLevelType w:val="hybridMultilevel"/>
    <w:tmpl w:val="D8AE070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3D2165"/>
    <w:multiLevelType w:val="hybridMultilevel"/>
    <w:tmpl w:val="1E74B93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C27866"/>
    <w:multiLevelType w:val="hybridMultilevel"/>
    <w:tmpl w:val="69F4525E"/>
    <w:lvl w:ilvl="0" w:tplc="9014CEFE">
      <w:start w:val="100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5"/>
  </w:num>
  <w:num w:numId="15">
    <w:abstractNumId w:val="19"/>
  </w:num>
  <w:num w:numId="16">
    <w:abstractNumId w:val="16"/>
  </w:num>
  <w:num w:numId="17">
    <w:abstractNumId w:val="20"/>
  </w:num>
  <w:num w:numId="18">
    <w:abstractNumId w:val="18"/>
  </w:num>
  <w:num w:numId="19">
    <w:abstractNumId w:val="17"/>
  </w:num>
  <w:num w:numId="20">
    <w:abstractNumId w:val="21"/>
  </w:num>
  <w:num w:numId="21">
    <w:abstractNumId w:val="11"/>
  </w:num>
  <w:num w:numId="22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rela Ćehić">
    <w15:presenceInfo w15:providerId="None" w15:userId="Mirela Ćehi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C1"/>
    <w:rsid w:val="0000550B"/>
    <w:rsid w:val="000205D9"/>
    <w:rsid w:val="0002224A"/>
    <w:rsid w:val="00032145"/>
    <w:rsid w:val="00035829"/>
    <w:rsid w:val="0004269F"/>
    <w:rsid w:val="0004305A"/>
    <w:rsid w:val="00044D18"/>
    <w:rsid w:val="00044E51"/>
    <w:rsid w:val="000455DA"/>
    <w:rsid w:val="00045BA8"/>
    <w:rsid w:val="0004779D"/>
    <w:rsid w:val="000570E9"/>
    <w:rsid w:val="00065325"/>
    <w:rsid w:val="00067E28"/>
    <w:rsid w:val="000774B4"/>
    <w:rsid w:val="00090249"/>
    <w:rsid w:val="0009415B"/>
    <w:rsid w:val="000A017D"/>
    <w:rsid w:val="000A01CA"/>
    <w:rsid w:val="000A4C91"/>
    <w:rsid w:val="000A58F8"/>
    <w:rsid w:val="000B5B7B"/>
    <w:rsid w:val="000B60CC"/>
    <w:rsid w:val="000C06CB"/>
    <w:rsid w:val="000C2564"/>
    <w:rsid w:val="000D1482"/>
    <w:rsid w:val="000D26F6"/>
    <w:rsid w:val="000D3E1A"/>
    <w:rsid w:val="000E22C1"/>
    <w:rsid w:val="000E296E"/>
    <w:rsid w:val="000E4E93"/>
    <w:rsid w:val="000F4536"/>
    <w:rsid w:val="00100B59"/>
    <w:rsid w:val="00101E39"/>
    <w:rsid w:val="001043EB"/>
    <w:rsid w:val="001057B2"/>
    <w:rsid w:val="001101C1"/>
    <w:rsid w:val="001129A3"/>
    <w:rsid w:val="0012246E"/>
    <w:rsid w:val="001245B7"/>
    <w:rsid w:val="00132CDB"/>
    <w:rsid w:val="001454F1"/>
    <w:rsid w:val="00156F25"/>
    <w:rsid w:val="0016194D"/>
    <w:rsid w:val="001625B7"/>
    <w:rsid w:val="00175495"/>
    <w:rsid w:val="001777DA"/>
    <w:rsid w:val="00181FC9"/>
    <w:rsid w:val="00187C9E"/>
    <w:rsid w:val="00190390"/>
    <w:rsid w:val="0019129F"/>
    <w:rsid w:val="00193727"/>
    <w:rsid w:val="00196665"/>
    <w:rsid w:val="001A26C7"/>
    <w:rsid w:val="001B406F"/>
    <w:rsid w:val="001B7FCB"/>
    <w:rsid w:val="001D2051"/>
    <w:rsid w:val="001D589B"/>
    <w:rsid w:val="001D6BBB"/>
    <w:rsid w:val="001E0DE0"/>
    <w:rsid w:val="001E29EA"/>
    <w:rsid w:val="001E4179"/>
    <w:rsid w:val="001E75C0"/>
    <w:rsid w:val="002014F7"/>
    <w:rsid w:val="00202BA2"/>
    <w:rsid w:val="00205C78"/>
    <w:rsid w:val="00206949"/>
    <w:rsid w:val="00207429"/>
    <w:rsid w:val="0022601D"/>
    <w:rsid w:val="00232190"/>
    <w:rsid w:val="002330F9"/>
    <w:rsid w:val="002334C0"/>
    <w:rsid w:val="0023441D"/>
    <w:rsid w:val="00237739"/>
    <w:rsid w:val="0024041C"/>
    <w:rsid w:val="00243413"/>
    <w:rsid w:val="00244B58"/>
    <w:rsid w:val="00246523"/>
    <w:rsid w:val="0025422E"/>
    <w:rsid w:val="002551E1"/>
    <w:rsid w:val="0025649D"/>
    <w:rsid w:val="00256A77"/>
    <w:rsid w:val="0026273C"/>
    <w:rsid w:val="00270474"/>
    <w:rsid w:val="002727F4"/>
    <w:rsid w:val="00274D08"/>
    <w:rsid w:val="00275289"/>
    <w:rsid w:val="00276B45"/>
    <w:rsid w:val="002774BE"/>
    <w:rsid w:val="00277631"/>
    <w:rsid w:val="00277D43"/>
    <w:rsid w:val="00281CEB"/>
    <w:rsid w:val="00287456"/>
    <w:rsid w:val="0029347D"/>
    <w:rsid w:val="00293C64"/>
    <w:rsid w:val="002945F6"/>
    <w:rsid w:val="002A2B97"/>
    <w:rsid w:val="002A7450"/>
    <w:rsid w:val="002B046A"/>
    <w:rsid w:val="002B2552"/>
    <w:rsid w:val="002B6A6C"/>
    <w:rsid w:val="002C0F0C"/>
    <w:rsid w:val="002C285E"/>
    <w:rsid w:val="002C4D62"/>
    <w:rsid w:val="002D2E11"/>
    <w:rsid w:val="002E1D40"/>
    <w:rsid w:val="002F0730"/>
    <w:rsid w:val="002F27ED"/>
    <w:rsid w:val="00303F5E"/>
    <w:rsid w:val="00313A2B"/>
    <w:rsid w:val="00315D2E"/>
    <w:rsid w:val="00317199"/>
    <w:rsid w:val="003224EC"/>
    <w:rsid w:val="003248A5"/>
    <w:rsid w:val="0032551E"/>
    <w:rsid w:val="0032787F"/>
    <w:rsid w:val="00331549"/>
    <w:rsid w:val="003346E1"/>
    <w:rsid w:val="003400B8"/>
    <w:rsid w:val="00351F04"/>
    <w:rsid w:val="00352467"/>
    <w:rsid w:val="00357A2C"/>
    <w:rsid w:val="00363078"/>
    <w:rsid w:val="0036308E"/>
    <w:rsid w:val="00367466"/>
    <w:rsid w:val="0036761A"/>
    <w:rsid w:val="00370C9E"/>
    <w:rsid w:val="00376291"/>
    <w:rsid w:val="00381D22"/>
    <w:rsid w:val="0038483F"/>
    <w:rsid w:val="00384A42"/>
    <w:rsid w:val="003861E0"/>
    <w:rsid w:val="003862E0"/>
    <w:rsid w:val="00390BC7"/>
    <w:rsid w:val="00396851"/>
    <w:rsid w:val="00396A58"/>
    <w:rsid w:val="0039738B"/>
    <w:rsid w:val="003A05C6"/>
    <w:rsid w:val="003A504D"/>
    <w:rsid w:val="003A5656"/>
    <w:rsid w:val="003B3A4D"/>
    <w:rsid w:val="003B4F34"/>
    <w:rsid w:val="003C0802"/>
    <w:rsid w:val="003C0986"/>
    <w:rsid w:val="003C5341"/>
    <w:rsid w:val="003D0701"/>
    <w:rsid w:val="003D2E6E"/>
    <w:rsid w:val="003D389B"/>
    <w:rsid w:val="003D5584"/>
    <w:rsid w:val="003D59BF"/>
    <w:rsid w:val="003E052B"/>
    <w:rsid w:val="003E2EEC"/>
    <w:rsid w:val="003F0812"/>
    <w:rsid w:val="003F6434"/>
    <w:rsid w:val="004143ED"/>
    <w:rsid w:val="004208E5"/>
    <w:rsid w:val="004225F6"/>
    <w:rsid w:val="004259FB"/>
    <w:rsid w:val="004278E6"/>
    <w:rsid w:val="00433A08"/>
    <w:rsid w:val="00433F24"/>
    <w:rsid w:val="00436FC1"/>
    <w:rsid w:val="00443452"/>
    <w:rsid w:val="00453514"/>
    <w:rsid w:val="0045490A"/>
    <w:rsid w:val="00463A5B"/>
    <w:rsid w:val="00464F7E"/>
    <w:rsid w:val="00467DF3"/>
    <w:rsid w:val="0047185E"/>
    <w:rsid w:val="00480D79"/>
    <w:rsid w:val="004854E5"/>
    <w:rsid w:val="00492171"/>
    <w:rsid w:val="004A0274"/>
    <w:rsid w:val="004A3070"/>
    <w:rsid w:val="004A6396"/>
    <w:rsid w:val="004B002B"/>
    <w:rsid w:val="004B0B57"/>
    <w:rsid w:val="004B516B"/>
    <w:rsid w:val="004C143E"/>
    <w:rsid w:val="004C1E1F"/>
    <w:rsid w:val="004C6BDC"/>
    <w:rsid w:val="004D06D5"/>
    <w:rsid w:val="004D11CA"/>
    <w:rsid w:val="004D482C"/>
    <w:rsid w:val="004E5BF8"/>
    <w:rsid w:val="004E6C77"/>
    <w:rsid w:val="004F21CA"/>
    <w:rsid w:val="004F4D4B"/>
    <w:rsid w:val="00500195"/>
    <w:rsid w:val="005018F0"/>
    <w:rsid w:val="00502114"/>
    <w:rsid w:val="005023B0"/>
    <w:rsid w:val="00507601"/>
    <w:rsid w:val="00511FC3"/>
    <w:rsid w:val="0051239C"/>
    <w:rsid w:val="00517E1F"/>
    <w:rsid w:val="00523779"/>
    <w:rsid w:val="005256ED"/>
    <w:rsid w:val="0053046F"/>
    <w:rsid w:val="00534550"/>
    <w:rsid w:val="0053502D"/>
    <w:rsid w:val="005362DF"/>
    <w:rsid w:val="00536B77"/>
    <w:rsid w:val="0054097A"/>
    <w:rsid w:val="0054574F"/>
    <w:rsid w:val="00547099"/>
    <w:rsid w:val="00554410"/>
    <w:rsid w:val="0055564C"/>
    <w:rsid w:val="0056175D"/>
    <w:rsid w:val="005640E1"/>
    <w:rsid w:val="00567CCE"/>
    <w:rsid w:val="0057217B"/>
    <w:rsid w:val="00573E5B"/>
    <w:rsid w:val="0058127B"/>
    <w:rsid w:val="00582459"/>
    <w:rsid w:val="00582BB4"/>
    <w:rsid w:val="00583A28"/>
    <w:rsid w:val="005907C7"/>
    <w:rsid w:val="00592AC4"/>
    <w:rsid w:val="005952BC"/>
    <w:rsid w:val="005A00D2"/>
    <w:rsid w:val="005A3F11"/>
    <w:rsid w:val="005A3F24"/>
    <w:rsid w:val="005A52DB"/>
    <w:rsid w:val="005A5A5B"/>
    <w:rsid w:val="005A62BA"/>
    <w:rsid w:val="005A716A"/>
    <w:rsid w:val="005A7A7D"/>
    <w:rsid w:val="005B0D9D"/>
    <w:rsid w:val="005B1FFA"/>
    <w:rsid w:val="005B570B"/>
    <w:rsid w:val="005B7A4C"/>
    <w:rsid w:val="005C04B7"/>
    <w:rsid w:val="005C3122"/>
    <w:rsid w:val="005D0C36"/>
    <w:rsid w:val="005D1608"/>
    <w:rsid w:val="005D24E9"/>
    <w:rsid w:val="005D40AF"/>
    <w:rsid w:val="005D72BE"/>
    <w:rsid w:val="005E1AEA"/>
    <w:rsid w:val="005E3CC3"/>
    <w:rsid w:val="005E5DC9"/>
    <w:rsid w:val="005E5DDD"/>
    <w:rsid w:val="005F3128"/>
    <w:rsid w:val="005F582E"/>
    <w:rsid w:val="00612286"/>
    <w:rsid w:val="0061240C"/>
    <w:rsid w:val="0062030A"/>
    <w:rsid w:val="00621951"/>
    <w:rsid w:val="00636C27"/>
    <w:rsid w:val="00636EAE"/>
    <w:rsid w:val="00637308"/>
    <w:rsid w:val="006375D9"/>
    <w:rsid w:val="00642E2F"/>
    <w:rsid w:val="006432E0"/>
    <w:rsid w:val="0064514C"/>
    <w:rsid w:val="00650F64"/>
    <w:rsid w:val="00654E9F"/>
    <w:rsid w:val="0066269D"/>
    <w:rsid w:val="00671B72"/>
    <w:rsid w:val="00671B7E"/>
    <w:rsid w:val="006758BA"/>
    <w:rsid w:val="006762AF"/>
    <w:rsid w:val="006826F2"/>
    <w:rsid w:val="00683705"/>
    <w:rsid w:val="0069090A"/>
    <w:rsid w:val="006923C1"/>
    <w:rsid w:val="006923EF"/>
    <w:rsid w:val="00696AB6"/>
    <w:rsid w:val="00697BD8"/>
    <w:rsid w:val="006A69E3"/>
    <w:rsid w:val="006A7945"/>
    <w:rsid w:val="006B3FD0"/>
    <w:rsid w:val="006C0BD4"/>
    <w:rsid w:val="006C21C6"/>
    <w:rsid w:val="006C23F3"/>
    <w:rsid w:val="006C3D6C"/>
    <w:rsid w:val="006C48C5"/>
    <w:rsid w:val="006C4D8C"/>
    <w:rsid w:val="006C596D"/>
    <w:rsid w:val="006D075E"/>
    <w:rsid w:val="006D13C2"/>
    <w:rsid w:val="006D310E"/>
    <w:rsid w:val="006D6992"/>
    <w:rsid w:val="006D71A5"/>
    <w:rsid w:val="006E55D3"/>
    <w:rsid w:val="00700C86"/>
    <w:rsid w:val="00704BAE"/>
    <w:rsid w:val="007052CA"/>
    <w:rsid w:val="00712805"/>
    <w:rsid w:val="00712990"/>
    <w:rsid w:val="00714254"/>
    <w:rsid w:val="00714B50"/>
    <w:rsid w:val="00715F81"/>
    <w:rsid w:val="007172AF"/>
    <w:rsid w:val="00721D89"/>
    <w:rsid w:val="007327B1"/>
    <w:rsid w:val="007327BF"/>
    <w:rsid w:val="00732E81"/>
    <w:rsid w:val="007340F6"/>
    <w:rsid w:val="0073613A"/>
    <w:rsid w:val="007379D0"/>
    <w:rsid w:val="0074012F"/>
    <w:rsid w:val="0074149B"/>
    <w:rsid w:val="0074267F"/>
    <w:rsid w:val="007623C1"/>
    <w:rsid w:val="007648F4"/>
    <w:rsid w:val="007674E6"/>
    <w:rsid w:val="007679C5"/>
    <w:rsid w:val="00775328"/>
    <w:rsid w:val="007813BE"/>
    <w:rsid w:val="0078338D"/>
    <w:rsid w:val="007847A5"/>
    <w:rsid w:val="007941FF"/>
    <w:rsid w:val="00797286"/>
    <w:rsid w:val="007A192F"/>
    <w:rsid w:val="007A3E67"/>
    <w:rsid w:val="007B2746"/>
    <w:rsid w:val="007B6584"/>
    <w:rsid w:val="007C096B"/>
    <w:rsid w:val="007C29B8"/>
    <w:rsid w:val="007C3CBB"/>
    <w:rsid w:val="007D077C"/>
    <w:rsid w:val="007D1413"/>
    <w:rsid w:val="007E0F2A"/>
    <w:rsid w:val="007E1AA6"/>
    <w:rsid w:val="007E4580"/>
    <w:rsid w:val="007E591C"/>
    <w:rsid w:val="007F2071"/>
    <w:rsid w:val="007F2FE8"/>
    <w:rsid w:val="007F549C"/>
    <w:rsid w:val="007F784B"/>
    <w:rsid w:val="00800A41"/>
    <w:rsid w:val="00801C65"/>
    <w:rsid w:val="00802217"/>
    <w:rsid w:val="00803003"/>
    <w:rsid w:val="00803178"/>
    <w:rsid w:val="008061E5"/>
    <w:rsid w:val="00823A2D"/>
    <w:rsid w:val="0082637C"/>
    <w:rsid w:val="00830670"/>
    <w:rsid w:val="0083556D"/>
    <w:rsid w:val="0083636C"/>
    <w:rsid w:val="008429FF"/>
    <w:rsid w:val="00846F11"/>
    <w:rsid w:val="008479FD"/>
    <w:rsid w:val="008518D1"/>
    <w:rsid w:val="00855984"/>
    <w:rsid w:val="0087037E"/>
    <w:rsid w:val="00876B20"/>
    <w:rsid w:val="00880599"/>
    <w:rsid w:val="00881CB5"/>
    <w:rsid w:val="008837BE"/>
    <w:rsid w:val="008842CC"/>
    <w:rsid w:val="008850E9"/>
    <w:rsid w:val="0089231D"/>
    <w:rsid w:val="00894600"/>
    <w:rsid w:val="00897A1B"/>
    <w:rsid w:val="008A0A14"/>
    <w:rsid w:val="008A3310"/>
    <w:rsid w:val="008A3DC8"/>
    <w:rsid w:val="008B176A"/>
    <w:rsid w:val="008B1AAB"/>
    <w:rsid w:val="008B1C12"/>
    <w:rsid w:val="008B6A47"/>
    <w:rsid w:val="008B7DB7"/>
    <w:rsid w:val="008D1981"/>
    <w:rsid w:val="008D7045"/>
    <w:rsid w:val="008D7594"/>
    <w:rsid w:val="008E70A7"/>
    <w:rsid w:val="008E7F8E"/>
    <w:rsid w:val="008F0604"/>
    <w:rsid w:val="008F174B"/>
    <w:rsid w:val="008F6582"/>
    <w:rsid w:val="00902D11"/>
    <w:rsid w:val="00902DD7"/>
    <w:rsid w:val="00903270"/>
    <w:rsid w:val="00910AEA"/>
    <w:rsid w:val="00911D23"/>
    <w:rsid w:val="00912143"/>
    <w:rsid w:val="00912DE9"/>
    <w:rsid w:val="009135A4"/>
    <w:rsid w:val="00935505"/>
    <w:rsid w:val="00941EF4"/>
    <w:rsid w:val="0094235F"/>
    <w:rsid w:val="009519F2"/>
    <w:rsid w:val="00953832"/>
    <w:rsid w:val="00955E12"/>
    <w:rsid w:val="00971BB3"/>
    <w:rsid w:val="0098198B"/>
    <w:rsid w:val="00986BF5"/>
    <w:rsid w:val="00986D88"/>
    <w:rsid w:val="00987973"/>
    <w:rsid w:val="009900F1"/>
    <w:rsid w:val="00990759"/>
    <w:rsid w:val="009A1954"/>
    <w:rsid w:val="009A2311"/>
    <w:rsid w:val="009A4B61"/>
    <w:rsid w:val="009A4F64"/>
    <w:rsid w:val="009B1187"/>
    <w:rsid w:val="009B2565"/>
    <w:rsid w:val="009B34CC"/>
    <w:rsid w:val="009B6F64"/>
    <w:rsid w:val="009C408C"/>
    <w:rsid w:val="009C6D1D"/>
    <w:rsid w:val="009D0E0D"/>
    <w:rsid w:val="009D783B"/>
    <w:rsid w:val="009E1F7E"/>
    <w:rsid w:val="009E4150"/>
    <w:rsid w:val="009E44E3"/>
    <w:rsid w:val="009F7040"/>
    <w:rsid w:val="009F7677"/>
    <w:rsid w:val="00A0205F"/>
    <w:rsid w:val="00A12B09"/>
    <w:rsid w:val="00A16C49"/>
    <w:rsid w:val="00A16D39"/>
    <w:rsid w:val="00A201B6"/>
    <w:rsid w:val="00A202C2"/>
    <w:rsid w:val="00A23C32"/>
    <w:rsid w:val="00A24F63"/>
    <w:rsid w:val="00A34E75"/>
    <w:rsid w:val="00A37C6A"/>
    <w:rsid w:val="00A40DDD"/>
    <w:rsid w:val="00A518A5"/>
    <w:rsid w:val="00A51972"/>
    <w:rsid w:val="00A63AD9"/>
    <w:rsid w:val="00A652BB"/>
    <w:rsid w:val="00A6567F"/>
    <w:rsid w:val="00A67037"/>
    <w:rsid w:val="00A74659"/>
    <w:rsid w:val="00A76CD3"/>
    <w:rsid w:val="00A81479"/>
    <w:rsid w:val="00A830AF"/>
    <w:rsid w:val="00A87696"/>
    <w:rsid w:val="00A91B51"/>
    <w:rsid w:val="00A9282B"/>
    <w:rsid w:val="00A94C2C"/>
    <w:rsid w:val="00A9508A"/>
    <w:rsid w:val="00AA0FE9"/>
    <w:rsid w:val="00AB1282"/>
    <w:rsid w:val="00AB3BBD"/>
    <w:rsid w:val="00AC5769"/>
    <w:rsid w:val="00AD47C7"/>
    <w:rsid w:val="00AD5709"/>
    <w:rsid w:val="00AE602F"/>
    <w:rsid w:val="00AF1D2D"/>
    <w:rsid w:val="00AF29AD"/>
    <w:rsid w:val="00B0172F"/>
    <w:rsid w:val="00B11928"/>
    <w:rsid w:val="00B26BB5"/>
    <w:rsid w:val="00B35F76"/>
    <w:rsid w:val="00B3757B"/>
    <w:rsid w:val="00B47BA5"/>
    <w:rsid w:val="00B47C02"/>
    <w:rsid w:val="00B54838"/>
    <w:rsid w:val="00B5653D"/>
    <w:rsid w:val="00B57B23"/>
    <w:rsid w:val="00B6030B"/>
    <w:rsid w:val="00B615E9"/>
    <w:rsid w:val="00B62A19"/>
    <w:rsid w:val="00B66AA4"/>
    <w:rsid w:val="00B70F79"/>
    <w:rsid w:val="00B826FA"/>
    <w:rsid w:val="00B827AA"/>
    <w:rsid w:val="00B82BA0"/>
    <w:rsid w:val="00B876FE"/>
    <w:rsid w:val="00B92E7F"/>
    <w:rsid w:val="00B93E3B"/>
    <w:rsid w:val="00BA2F6B"/>
    <w:rsid w:val="00BA4C3C"/>
    <w:rsid w:val="00BA65B9"/>
    <w:rsid w:val="00BA6ED2"/>
    <w:rsid w:val="00BA767A"/>
    <w:rsid w:val="00BB23D3"/>
    <w:rsid w:val="00BB7783"/>
    <w:rsid w:val="00BB7A36"/>
    <w:rsid w:val="00BC4875"/>
    <w:rsid w:val="00BC6A25"/>
    <w:rsid w:val="00BD56AD"/>
    <w:rsid w:val="00BD6610"/>
    <w:rsid w:val="00BD69C9"/>
    <w:rsid w:val="00BE1374"/>
    <w:rsid w:val="00BE27A8"/>
    <w:rsid w:val="00BE362F"/>
    <w:rsid w:val="00BE4446"/>
    <w:rsid w:val="00BE4491"/>
    <w:rsid w:val="00BF1BD2"/>
    <w:rsid w:val="00C00967"/>
    <w:rsid w:val="00C0538B"/>
    <w:rsid w:val="00C148FF"/>
    <w:rsid w:val="00C171E2"/>
    <w:rsid w:val="00C22B33"/>
    <w:rsid w:val="00C37C85"/>
    <w:rsid w:val="00C418BB"/>
    <w:rsid w:val="00C50D76"/>
    <w:rsid w:val="00C645AD"/>
    <w:rsid w:val="00C765CD"/>
    <w:rsid w:val="00C80502"/>
    <w:rsid w:val="00CA2086"/>
    <w:rsid w:val="00CA322A"/>
    <w:rsid w:val="00CA5A16"/>
    <w:rsid w:val="00CB0E5A"/>
    <w:rsid w:val="00CB48BB"/>
    <w:rsid w:val="00CC158C"/>
    <w:rsid w:val="00CC4355"/>
    <w:rsid w:val="00CC5E73"/>
    <w:rsid w:val="00CC7BC7"/>
    <w:rsid w:val="00CD0352"/>
    <w:rsid w:val="00CD774F"/>
    <w:rsid w:val="00CE1B28"/>
    <w:rsid w:val="00CE2084"/>
    <w:rsid w:val="00CE6003"/>
    <w:rsid w:val="00CF49EE"/>
    <w:rsid w:val="00CF5167"/>
    <w:rsid w:val="00CF5844"/>
    <w:rsid w:val="00CF5D84"/>
    <w:rsid w:val="00D05F1A"/>
    <w:rsid w:val="00D12F7E"/>
    <w:rsid w:val="00D13E42"/>
    <w:rsid w:val="00D14AAC"/>
    <w:rsid w:val="00D2191E"/>
    <w:rsid w:val="00D247FD"/>
    <w:rsid w:val="00D24C29"/>
    <w:rsid w:val="00D25CE9"/>
    <w:rsid w:val="00D320AA"/>
    <w:rsid w:val="00D44547"/>
    <w:rsid w:val="00D53B4E"/>
    <w:rsid w:val="00D53B77"/>
    <w:rsid w:val="00D5500E"/>
    <w:rsid w:val="00D56865"/>
    <w:rsid w:val="00D60579"/>
    <w:rsid w:val="00D62018"/>
    <w:rsid w:val="00D65034"/>
    <w:rsid w:val="00D67161"/>
    <w:rsid w:val="00D67423"/>
    <w:rsid w:val="00D722AD"/>
    <w:rsid w:val="00D73217"/>
    <w:rsid w:val="00D8386D"/>
    <w:rsid w:val="00D85731"/>
    <w:rsid w:val="00D85FB4"/>
    <w:rsid w:val="00D92942"/>
    <w:rsid w:val="00D93071"/>
    <w:rsid w:val="00DA33DA"/>
    <w:rsid w:val="00DA3458"/>
    <w:rsid w:val="00DB6057"/>
    <w:rsid w:val="00DB667C"/>
    <w:rsid w:val="00DC4591"/>
    <w:rsid w:val="00DD0F07"/>
    <w:rsid w:val="00DD2B17"/>
    <w:rsid w:val="00DD3FFF"/>
    <w:rsid w:val="00DD4130"/>
    <w:rsid w:val="00DD4A1B"/>
    <w:rsid w:val="00DD55B9"/>
    <w:rsid w:val="00DE1AC5"/>
    <w:rsid w:val="00DE3A37"/>
    <w:rsid w:val="00DE4182"/>
    <w:rsid w:val="00DE59BE"/>
    <w:rsid w:val="00DE7B1E"/>
    <w:rsid w:val="00DE7BFB"/>
    <w:rsid w:val="00DF5CF5"/>
    <w:rsid w:val="00DF623E"/>
    <w:rsid w:val="00E00EA0"/>
    <w:rsid w:val="00E02789"/>
    <w:rsid w:val="00E06BB2"/>
    <w:rsid w:val="00E10308"/>
    <w:rsid w:val="00E11849"/>
    <w:rsid w:val="00E15AF9"/>
    <w:rsid w:val="00E20172"/>
    <w:rsid w:val="00E2262E"/>
    <w:rsid w:val="00E23365"/>
    <w:rsid w:val="00E233E8"/>
    <w:rsid w:val="00E26F23"/>
    <w:rsid w:val="00E34CE2"/>
    <w:rsid w:val="00E36447"/>
    <w:rsid w:val="00E41A84"/>
    <w:rsid w:val="00E500AA"/>
    <w:rsid w:val="00E54C76"/>
    <w:rsid w:val="00E54F28"/>
    <w:rsid w:val="00E5656B"/>
    <w:rsid w:val="00E56D11"/>
    <w:rsid w:val="00E616B7"/>
    <w:rsid w:val="00E67EF0"/>
    <w:rsid w:val="00E70549"/>
    <w:rsid w:val="00E70679"/>
    <w:rsid w:val="00E70C20"/>
    <w:rsid w:val="00E71D54"/>
    <w:rsid w:val="00E760B8"/>
    <w:rsid w:val="00E762FB"/>
    <w:rsid w:val="00E84D7A"/>
    <w:rsid w:val="00E85DAA"/>
    <w:rsid w:val="00E86BBA"/>
    <w:rsid w:val="00E910DF"/>
    <w:rsid w:val="00E96381"/>
    <w:rsid w:val="00E968E4"/>
    <w:rsid w:val="00E97A4A"/>
    <w:rsid w:val="00EA0E0A"/>
    <w:rsid w:val="00EA2983"/>
    <w:rsid w:val="00EB4AD1"/>
    <w:rsid w:val="00EC293E"/>
    <w:rsid w:val="00EC30EA"/>
    <w:rsid w:val="00EC55EA"/>
    <w:rsid w:val="00EC73EA"/>
    <w:rsid w:val="00ED1B80"/>
    <w:rsid w:val="00EE7A98"/>
    <w:rsid w:val="00EF24D1"/>
    <w:rsid w:val="00EF48A2"/>
    <w:rsid w:val="00EF5580"/>
    <w:rsid w:val="00F03A59"/>
    <w:rsid w:val="00F04905"/>
    <w:rsid w:val="00F0523B"/>
    <w:rsid w:val="00F10932"/>
    <w:rsid w:val="00F1179C"/>
    <w:rsid w:val="00F11A70"/>
    <w:rsid w:val="00F155B7"/>
    <w:rsid w:val="00F15F46"/>
    <w:rsid w:val="00F17A7E"/>
    <w:rsid w:val="00F22382"/>
    <w:rsid w:val="00F2277D"/>
    <w:rsid w:val="00F2446C"/>
    <w:rsid w:val="00F27BB4"/>
    <w:rsid w:val="00F367FA"/>
    <w:rsid w:val="00F4028E"/>
    <w:rsid w:val="00F50723"/>
    <w:rsid w:val="00F556E8"/>
    <w:rsid w:val="00F64553"/>
    <w:rsid w:val="00F67E6B"/>
    <w:rsid w:val="00F73E41"/>
    <w:rsid w:val="00F75CD6"/>
    <w:rsid w:val="00F774D0"/>
    <w:rsid w:val="00F80CC3"/>
    <w:rsid w:val="00F84C86"/>
    <w:rsid w:val="00F9454D"/>
    <w:rsid w:val="00F956D3"/>
    <w:rsid w:val="00FA0947"/>
    <w:rsid w:val="00FA3A4B"/>
    <w:rsid w:val="00FB71B3"/>
    <w:rsid w:val="00FB7703"/>
    <w:rsid w:val="00FD64CD"/>
    <w:rsid w:val="00FD7E8E"/>
    <w:rsid w:val="00FE228F"/>
    <w:rsid w:val="00FE3F40"/>
    <w:rsid w:val="00FE5B79"/>
    <w:rsid w:val="00FE751D"/>
    <w:rsid w:val="00FE7B16"/>
    <w:rsid w:val="00FF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47185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0A017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9282B"/>
    <w:pPr>
      <w:tabs>
        <w:tab w:val="center" w:pos="4153"/>
        <w:tab w:val="right" w:pos="8306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A9282B"/>
  </w:style>
  <w:style w:type="paragraph" w:styleId="Noga">
    <w:name w:val="footer"/>
    <w:basedOn w:val="Navaden"/>
    <w:link w:val="NogaZnak"/>
    <w:uiPriority w:val="99"/>
    <w:unhideWhenUsed/>
    <w:rsid w:val="00A9282B"/>
    <w:pPr>
      <w:tabs>
        <w:tab w:val="center" w:pos="4153"/>
        <w:tab w:val="right" w:pos="8306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A9282B"/>
  </w:style>
  <w:style w:type="paragraph" w:styleId="Telobesedila">
    <w:name w:val="Body Text"/>
    <w:basedOn w:val="Navaden"/>
    <w:link w:val="TelobesedilaZnak"/>
    <w:rsid w:val="005A716A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TelobesedilaZnak">
    <w:name w:val="Telo besedila Znak"/>
    <w:link w:val="Telobesedila"/>
    <w:rsid w:val="005A716A"/>
    <w:rPr>
      <w:rFonts w:ascii="Times New Roman" w:eastAsia="Times New Roman" w:hAnsi="Times New Roman"/>
      <w:sz w:val="24"/>
      <w:lang w:eastAsia="en-US"/>
    </w:rPr>
  </w:style>
  <w:style w:type="paragraph" w:customStyle="1" w:styleId="TableText">
    <w:name w:val="Table Text"/>
    <w:basedOn w:val="Navaden"/>
    <w:rsid w:val="006758BA"/>
    <w:pPr>
      <w:widowControl w:val="0"/>
      <w:spacing w:before="120" w:after="170" w:line="260" w:lineRule="atLeast"/>
    </w:pPr>
    <w:rPr>
      <w:rFonts w:ascii="Times New Roman" w:eastAsia="Times New Roman" w:hAnsi="Times New Roman"/>
      <w:sz w:val="20"/>
      <w:szCs w:val="20"/>
      <w:lang w:val="en-GB" w:eastAsia="sl-SI"/>
    </w:rPr>
  </w:style>
  <w:style w:type="paragraph" w:customStyle="1" w:styleId="navaden0">
    <w:name w:val="navaden"/>
    <w:basedOn w:val="Navaden"/>
    <w:rsid w:val="006758BA"/>
    <w:pPr>
      <w:tabs>
        <w:tab w:val="left" w:pos="0"/>
      </w:tabs>
      <w:spacing w:after="0"/>
      <w:jc w:val="both"/>
    </w:pPr>
    <w:rPr>
      <w:rFonts w:ascii="Times New Roman" w:eastAsia="Times New Roman" w:hAnsi="Times New Roman"/>
      <w:lang w:eastAsia="sl-SI"/>
    </w:rPr>
  </w:style>
  <w:style w:type="paragraph" w:styleId="Brezrazmikov">
    <w:name w:val="No Spacing"/>
    <w:uiPriority w:val="1"/>
    <w:qFormat/>
    <w:rsid w:val="00F4028E"/>
    <w:rPr>
      <w:sz w:val="24"/>
      <w:szCs w:val="24"/>
      <w:lang w:val="de-DE" w:eastAsia="en-US"/>
    </w:rPr>
  </w:style>
  <w:style w:type="paragraph" w:styleId="Besedilooblaka">
    <w:name w:val="Balloon Text"/>
    <w:basedOn w:val="Navaden"/>
    <w:semiHidden/>
    <w:rsid w:val="00DA3458"/>
    <w:rPr>
      <w:rFonts w:ascii="Tahoma" w:hAnsi="Tahoma" w:cs="Tahoma"/>
      <w:sz w:val="16"/>
      <w:szCs w:val="16"/>
    </w:rPr>
  </w:style>
  <w:style w:type="character" w:styleId="tevilkastrani">
    <w:name w:val="page number"/>
    <w:basedOn w:val="Privzetapisavaodstavka"/>
    <w:rsid w:val="001E75C0"/>
  </w:style>
  <w:style w:type="character" w:customStyle="1" w:styleId="st">
    <w:name w:val="st"/>
    <w:basedOn w:val="Privzetapisavaodstavka"/>
    <w:rsid w:val="00DF623E"/>
  </w:style>
  <w:style w:type="character" w:customStyle="1" w:styleId="Naslov1Znak">
    <w:name w:val="Naslov 1 Znak"/>
    <w:link w:val="Naslov1"/>
    <w:uiPriority w:val="9"/>
    <w:rsid w:val="000A017D"/>
    <w:rPr>
      <w:rFonts w:eastAsia="Times New Roman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uiPriority w:val="99"/>
    <w:unhideWhenUsed/>
    <w:rsid w:val="000A017D"/>
    <w:pPr>
      <w:spacing w:after="120" w:line="480" w:lineRule="auto"/>
    </w:pPr>
    <w:rPr>
      <w:rFonts w:ascii="Times New Roman" w:eastAsia="Times New Roman" w:hAnsi="Times New Roman"/>
      <w:lang w:eastAsia="sl-SI"/>
    </w:rPr>
  </w:style>
  <w:style w:type="character" w:customStyle="1" w:styleId="Telobesedila2Znak">
    <w:name w:val="Telo besedila 2 Znak"/>
    <w:link w:val="Telobesedila2"/>
    <w:uiPriority w:val="99"/>
    <w:rsid w:val="000A017D"/>
    <w:rPr>
      <w:rFonts w:ascii="Times New Roman" w:eastAsia="Times New Roman" w:hAnsi="Times New Roman"/>
      <w:sz w:val="24"/>
      <w:szCs w:val="24"/>
    </w:rPr>
  </w:style>
  <w:style w:type="paragraph" w:customStyle="1" w:styleId="datumtevilka">
    <w:name w:val="datum številka"/>
    <w:basedOn w:val="Navaden"/>
    <w:qFormat/>
    <w:rsid w:val="00C0538B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C0538B"/>
    <w:pPr>
      <w:tabs>
        <w:tab w:val="left" w:pos="1701"/>
      </w:tabs>
      <w:ind w:left="1701" w:hanging="1701"/>
    </w:pPr>
    <w:rPr>
      <w:b/>
      <w:lang w:val="it-IT"/>
    </w:rPr>
  </w:style>
  <w:style w:type="paragraph" w:customStyle="1" w:styleId="podpisi">
    <w:name w:val="podpisi"/>
    <w:basedOn w:val="Navaden"/>
    <w:qFormat/>
    <w:rsid w:val="00C0538B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C0538B"/>
    <w:pPr>
      <w:ind w:left="720"/>
      <w:contextualSpacing/>
    </w:pPr>
  </w:style>
  <w:style w:type="character" w:customStyle="1" w:styleId="Heading21">
    <w:name w:val="Heading #2_1"/>
    <w:rsid w:val="00BB23D3"/>
    <w:rPr>
      <w:rFonts w:ascii="Times New Roman" w:hAnsi="Times New Roman"/>
      <w:b/>
      <w:sz w:val="21"/>
    </w:rPr>
  </w:style>
  <w:style w:type="paragraph" w:customStyle="1" w:styleId="Heading31">
    <w:name w:val="Heading #31"/>
    <w:basedOn w:val="Navaden"/>
    <w:rsid w:val="00BB23D3"/>
    <w:pPr>
      <w:shd w:val="clear" w:color="auto" w:fill="FFFFFF"/>
      <w:spacing w:before="180" w:after="60" w:line="235" w:lineRule="exact"/>
      <w:ind w:hanging="360"/>
      <w:jc w:val="center"/>
      <w:outlineLvl w:val="2"/>
    </w:pPr>
    <w:rPr>
      <w:rFonts w:ascii="Times New Roman" w:eastAsia="Times New Roman" w:hAnsi="Times New Roman"/>
      <w:b/>
      <w:bCs/>
      <w:noProof/>
      <w:sz w:val="19"/>
      <w:szCs w:val="19"/>
      <w:lang w:eastAsia="sl-SI"/>
    </w:rPr>
  </w:style>
  <w:style w:type="paragraph" w:customStyle="1" w:styleId="Default">
    <w:name w:val="Default"/>
    <w:rsid w:val="00642E2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mrea">
    <w:name w:val="Table Grid"/>
    <w:basedOn w:val="Navadnatabela"/>
    <w:rsid w:val="003D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47185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0A017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9282B"/>
    <w:pPr>
      <w:tabs>
        <w:tab w:val="center" w:pos="4153"/>
        <w:tab w:val="right" w:pos="8306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A9282B"/>
  </w:style>
  <w:style w:type="paragraph" w:styleId="Noga">
    <w:name w:val="footer"/>
    <w:basedOn w:val="Navaden"/>
    <w:link w:val="NogaZnak"/>
    <w:uiPriority w:val="99"/>
    <w:unhideWhenUsed/>
    <w:rsid w:val="00A9282B"/>
    <w:pPr>
      <w:tabs>
        <w:tab w:val="center" w:pos="4153"/>
        <w:tab w:val="right" w:pos="8306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A9282B"/>
  </w:style>
  <w:style w:type="paragraph" w:styleId="Telobesedila">
    <w:name w:val="Body Text"/>
    <w:basedOn w:val="Navaden"/>
    <w:link w:val="TelobesedilaZnak"/>
    <w:rsid w:val="005A716A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TelobesedilaZnak">
    <w:name w:val="Telo besedila Znak"/>
    <w:link w:val="Telobesedila"/>
    <w:rsid w:val="005A716A"/>
    <w:rPr>
      <w:rFonts w:ascii="Times New Roman" w:eastAsia="Times New Roman" w:hAnsi="Times New Roman"/>
      <w:sz w:val="24"/>
      <w:lang w:eastAsia="en-US"/>
    </w:rPr>
  </w:style>
  <w:style w:type="paragraph" w:customStyle="1" w:styleId="TableText">
    <w:name w:val="Table Text"/>
    <w:basedOn w:val="Navaden"/>
    <w:rsid w:val="006758BA"/>
    <w:pPr>
      <w:widowControl w:val="0"/>
      <w:spacing w:before="120" w:after="170" w:line="260" w:lineRule="atLeast"/>
    </w:pPr>
    <w:rPr>
      <w:rFonts w:ascii="Times New Roman" w:eastAsia="Times New Roman" w:hAnsi="Times New Roman"/>
      <w:sz w:val="20"/>
      <w:szCs w:val="20"/>
      <w:lang w:val="en-GB" w:eastAsia="sl-SI"/>
    </w:rPr>
  </w:style>
  <w:style w:type="paragraph" w:customStyle="1" w:styleId="navaden0">
    <w:name w:val="navaden"/>
    <w:basedOn w:val="Navaden"/>
    <w:rsid w:val="006758BA"/>
    <w:pPr>
      <w:tabs>
        <w:tab w:val="left" w:pos="0"/>
      </w:tabs>
      <w:spacing w:after="0"/>
      <w:jc w:val="both"/>
    </w:pPr>
    <w:rPr>
      <w:rFonts w:ascii="Times New Roman" w:eastAsia="Times New Roman" w:hAnsi="Times New Roman"/>
      <w:lang w:eastAsia="sl-SI"/>
    </w:rPr>
  </w:style>
  <w:style w:type="paragraph" w:styleId="Brezrazmikov">
    <w:name w:val="No Spacing"/>
    <w:uiPriority w:val="1"/>
    <w:qFormat/>
    <w:rsid w:val="00F4028E"/>
    <w:rPr>
      <w:sz w:val="24"/>
      <w:szCs w:val="24"/>
      <w:lang w:val="de-DE" w:eastAsia="en-US"/>
    </w:rPr>
  </w:style>
  <w:style w:type="paragraph" w:styleId="Besedilooblaka">
    <w:name w:val="Balloon Text"/>
    <w:basedOn w:val="Navaden"/>
    <w:semiHidden/>
    <w:rsid w:val="00DA3458"/>
    <w:rPr>
      <w:rFonts w:ascii="Tahoma" w:hAnsi="Tahoma" w:cs="Tahoma"/>
      <w:sz w:val="16"/>
      <w:szCs w:val="16"/>
    </w:rPr>
  </w:style>
  <w:style w:type="character" w:styleId="tevilkastrani">
    <w:name w:val="page number"/>
    <w:basedOn w:val="Privzetapisavaodstavka"/>
    <w:rsid w:val="001E75C0"/>
  </w:style>
  <w:style w:type="character" w:customStyle="1" w:styleId="st">
    <w:name w:val="st"/>
    <w:basedOn w:val="Privzetapisavaodstavka"/>
    <w:rsid w:val="00DF623E"/>
  </w:style>
  <w:style w:type="character" w:customStyle="1" w:styleId="Naslov1Znak">
    <w:name w:val="Naslov 1 Znak"/>
    <w:link w:val="Naslov1"/>
    <w:uiPriority w:val="9"/>
    <w:rsid w:val="000A017D"/>
    <w:rPr>
      <w:rFonts w:eastAsia="Times New Roman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uiPriority w:val="99"/>
    <w:unhideWhenUsed/>
    <w:rsid w:val="000A017D"/>
    <w:pPr>
      <w:spacing w:after="120" w:line="480" w:lineRule="auto"/>
    </w:pPr>
    <w:rPr>
      <w:rFonts w:ascii="Times New Roman" w:eastAsia="Times New Roman" w:hAnsi="Times New Roman"/>
      <w:lang w:eastAsia="sl-SI"/>
    </w:rPr>
  </w:style>
  <w:style w:type="character" w:customStyle="1" w:styleId="Telobesedila2Znak">
    <w:name w:val="Telo besedila 2 Znak"/>
    <w:link w:val="Telobesedila2"/>
    <w:uiPriority w:val="99"/>
    <w:rsid w:val="000A017D"/>
    <w:rPr>
      <w:rFonts w:ascii="Times New Roman" w:eastAsia="Times New Roman" w:hAnsi="Times New Roman"/>
      <w:sz w:val="24"/>
      <w:szCs w:val="24"/>
    </w:rPr>
  </w:style>
  <w:style w:type="paragraph" w:customStyle="1" w:styleId="datumtevilka">
    <w:name w:val="datum številka"/>
    <w:basedOn w:val="Navaden"/>
    <w:qFormat/>
    <w:rsid w:val="00C0538B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C0538B"/>
    <w:pPr>
      <w:tabs>
        <w:tab w:val="left" w:pos="1701"/>
      </w:tabs>
      <w:ind w:left="1701" w:hanging="1701"/>
    </w:pPr>
    <w:rPr>
      <w:b/>
      <w:lang w:val="it-IT"/>
    </w:rPr>
  </w:style>
  <w:style w:type="paragraph" w:customStyle="1" w:styleId="podpisi">
    <w:name w:val="podpisi"/>
    <w:basedOn w:val="Navaden"/>
    <w:qFormat/>
    <w:rsid w:val="00C0538B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C0538B"/>
    <w:pPr>
      <w:ind w:left="720"/>
      <w:contextualSpacing/>
    </w:pPr>
  </w:style>
  <w:style w:type="character" w:customStyle="1" w:styleId="Heading21">
    <w:name w:val="Heading #2_1"/>
    <w:rsid w:val="00BB23D3"/>
    <w:rPr>
      <w:rFonts w:ascii="Times New Roman" w:hAnsi="Times New Roman"/>
      <w:b/>
      <w:sz w:val="21"/>
    </w:rPr>
  </w:style>
  <w:style w:type="paragraph" w:customStyle="1" w:styleId="Heading31">
    <w:name w:val="Heading #31"/>
    <w:basedOn w:val="Navaden"/>
    <w:rsid w:val="00BB23D3"/>
    <w:pPr>
      <w:shd w:val="clear" w:color="auto" w:fill="FFFFFF"/>
      <w:spacing w:before="180" w:after="60" w:line="235" w:lineRule="exact"/>
      <w:ind w:hanging="360"/>
      <w:jc w:val="center"/>
      <w:outlineLvl w:val="2"/>
    </w:pPr>
    <w:rPr>
      <w:rFonts w:ascii="Times New Roman" w:eastAsia="Times New Roman" w:hAnsi="Times New Roman"/>
      <w:b/>
      <w:bCs/>
      <w:noProof/>
      <w:sz w:val="19"/>
      <w:szCs w:val="19"/>
      <w:lang w:eastAsia="sl-SI"/>
    </w:rPr>
  </w:style>
  <w:style w:type="paragraph" w:customStyle="1" w:styleId="Default">
    <w:name w:val="Default"/>
    <w:rsid w:val="00642E2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mrea">
    <w:name w:val="Table Grid"/>
    <w:basedOn w:val="Navadnatabela"/>
    <w:rsid w:val="003D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5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VRK\UK\SKC3\1-NAVODILO%20ZA%20DELO%202014-2020\2-Obrazci\Obvestilo%20o%20najavi%20preverjanja%20na%20kraju%20samem-verzija%203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Obvestilo o najavi preverjanja na kraju samem-verzija 3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Datum:</vt:lpstr>
    </vt:vector>
  </TitlesOfParts>
  <Company>labor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creator>Maja Martinšek</dc:creator>
  <cp:lastModifiedBy>Maja Martinšek</cp:lastModifiedBy>
  <cp:revision>6</cp:revision>
  <cp:lastPrinted>2016-11-30T09:05:00Z</cp:lastPrinted>
  <dcterms:created xsi:type="dcterms:W3CDTF">2019-03-01T09:11:00Z</dcterms:created>
  <dcterms:modified xsi:type="dcterms:W3CDTF">2019-03-04T13:06:00Z</dcterms:modified>
</cp:coreProperties>
</file>